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0C1" w:rsidRPr="009700C1" w:rsidRDefault="008B77E1" w:rsidP="009700C1">
      <w:pPr>
        <w:numPr>
          <w:ilvl w:val="0"/>
          <w:numId w:val="18"/>
        </w:numPr>
      </w:pPr>
      <w:bookmarkStart w:id="0" w:name="_GoBack"/>
      <w:bookmarkEnd w:id="0"/>
      <w:r>
        <w:rPr>
          <w:sz w:val="18"/>
          <w:lang w:val="de-DE"/>
        </w:rPr>
        <w:t>Folienlayout</w:t>
      </w:r>
      <w:r w:rsidR="009700C1">
        <w:rPr>
          <w:sz w:val="18"/>
          <w:lang w:val="de-DE"/>
        </w:rPr>
        <w:t xml:space="preserve"> </w:t>
      </w:r>
    </w:p>
    <w:p w:rsidR="009700C1" w:rsidRPr="009700C1" w:rsidRDefault="008B77E1" w:rsidP="009700C1">
      <w:pPr>
        <w:numPr>
          <w:ilvl w:val="0"/>
          <w:numId w:val="18"/>
        </w:numPr>
      </w:pPr>
      <w:r>
        <w:rPr>
          <w:sz w:val="18"/>
          <w:lang w:val="de-DE"/>
        </w:rPr>
        <w:t>Gliederung (tieferstufen)</w:t>
      </w:r>
    </w:p>
    <w:p w:rsidR="008B77E1" w:rsidRPr="00C8616F" w:rsidRDefault="008B77E1" w:rsidP="009700C1">
      <w:pPr>
        <w:numPr>
          <w:ilvl w:val="0"/>
          <w:numId w:val="18"/>
        </w:numPr>
      </w:pPr>
      <w:r>
        <w:rPr>
          <w:sz w:val="18"/>
          <w:lang w:val="de-DE"/>
        </w:rPr>
        <w:t>Bild</w:t>
      </w:r>
      <w:r w:rsidR="00DE2FE1">
        <w:rPr>
          <w:sz w:val="18"/>
          <w:lang w:val="de-DE"/>
        </w:rPr>
        <w:t>er</w:t>
      </w:r>
      <w:r>
        <w:rPr>
          <w:sz w:val="18"/>
          <w:lang w:val="de-DE"/>
        </w:rPr>
        <w:t xml:space="preserve"> einfügen</w:t>
      </w:r>
    </w:p>
    <w:p w:rsidR="00DF2BFB" w:rsidRDefault="00DE2FE1" w:rsidP="00C8616F">
      <w:pPr>
        <w:numPr>
          <w:ilvl w:val="0"/>
          <w:numId w:val="18"/>
        </w:numPr>
        <w:rPr>
          <w:sz w:val="18"/>
          <w:lang w:val="de-DE"/>
        </w:rPr>
      </w:pPr>
      <w:r>
        <w:rPr>
          <w:sz w:val="18"/>
          <w:lang w:val="de-DE"/>
        </w:rPr>
        <w:t xml:space="preserve">einfaches </w:t>
      </w:r>
      <w:r w:rsidR="008B77E1">
        <w:rPr>
          <w:sz w:val="18"/>
          <w:lang w:val="de-DE"/>
        </w:rPr>
        <w:t>Organigramm</w:t>
      </w:r>
    </w:p>
    <w:p w:rsidR="00DE2FE1" w:rsidRDefault="00DE2FE1" w:rsidP="00DF2BFB">
      <w:pPr>
        <w:numPr>
          <w:ilvl w:val="0"/>
          <w:numId w:val="18"/>
        </w:numPr>
        <w:rPr>
          <w:sz w:val="18"/>
          <w:lang w:val="de-DE"/>
        </w:rPr>
      </w:pPr>
      <w:r w:rsidRPr="00DE2FE1">
        <w:rPr>
          <w:sz w:val="18"/>
          <w:lang w:val="de-DE"/>
        </w:rPr>
        <w:t>einfaches Diagramm</w:t>
      </w:r>
    </w:p>
    <w:p w:rsidR="00DF2BFB" w:rsidRDefault="00DF2BFB" w:rsidP="009700C1">
      <w:pPr>
        <w:numPr>
          <w:ilvl w:val="0"/>
          <w:numId w:val="18"/>
        </w:numPr>
        <w:rPr>
          <w:sz w:val="18"/>
          <w:lang w:val="de-DE"/>
        </w:rPr>
      </w:pPr>
      <w:r>
        <w:rPr>
          <w:sz w:val="18"/>
          <w:lang w:val="de-DE"/>
        </w:rPr>
        <w:t xml:space="preserve">Foliendesign, </w:t>
      </w:r>
      <w:r w:rsidR="00AB7155">
        <w:rPr>
          <w:sz w:val="18"/>
          <w:lang w:val="de-DE"/>
        </w:rPr>
        <w:t>Farbskala</w:t>
      </w:r>
    </w:p>
    <w:p w:rsidR="00C8616F" w:rsidRDefault="00C8616F" w:rsidP="009700C1">
      <w:pPr>
        <w:sectPr w:rsidR="00C8616F" w:rsidSect="00C8616F">
          <w:headerReference w:type="default" r:id="rId7"/>
          <w:footerReference w:type="default" r:id="rId8"/>
          <w:type w:val="continuous"/>
          <w:pgSz w:w="11906" w:h="16838" w:code="9"/>
          <w:pgMar w:top="1418" w:right="1418" w:bottom="1134" w:left="1418" w:header="709" w:footer="709" w:gutter="0"/>
          <w:cols w:num="2" w:space="708" w:equalWidth="0">
            <w:col w:w="4181" w:space="708"/>
            <w:col w:w="4181"/>
          </w:cols>
          <w:docGrid w:linePitch="360"/>
        </w:sectPr>
      </w:pPr>
    </w:p>
    <w:p w:rsidR="009700C1" w:rsidRDefault="009700C1" w:rsidP="009700C1"/>
    <w:p w:rsidR="000061DF" w:rsidRDefault="00541254" w:rsidP="008970F2">
      <w:pPr>
        <w:pStyle w:val="Aufgabe"/>
      </w:pPr>
      <w:r>
        <w:t>Öffnen Sie eine neue leere PowerPoint-Präsentation.</w:t>
      </w:r>
      <w:r w:rsidR="007B22AB" w:rsidRPr="007B22AB">
        <w:t xml:space="preserve"> </w:t>
      </w:r>
      <w:r w:rsidR="007B22AB">
        <w:t>Erstellen Sie die folgenden Folien:</w:t>
      </w:r>
    </w:p>
    <w:tbl>
      <w:tblPr>
        <w:tblStyle w:val="Tabellenraster"/>
        <w:tblW w:w="9072" w:type="dxa"/>
        <w:jc w:val="center"/>
        <w:tblCellSpacing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4321"/>
        <w:gridCol w:w="4751"/>
      </w:tblGrid>
      <w:tr w:rsidR="00A079B8" w:rsidRPr="00D2645E">
        <w:trPr>
          <w:trHeight w:val="2552"/>
          <w:tblCellSpacing w:w="142" w:type="dxa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67FFC" w:rsidRDefault="00B67FFC" w:rsidP="00B67FFC">
            <w:pPr>
              <w:pStyle w:val="berschrift1"/>
            </w:pPr>
          </w:p>
          <w:p w:rsidR="000061DF" w:rsidRPr="001B77D5" w:rsidRDefault="000061DF" w:rsidP="00B67FFC">
            <w:pPr>
              <w:pStyle w:val="berschrift1"/>
            </w:pPr>
            <w:r>
              <w:t>KlickDichSchlau-Tours</w:t>
            </w:r>
            <w:r w:rsidR="00934D9E">
              <w:t> </w:t>
            </w:r>
          </w:p>
          <w:p w:rsidR="000061DF" w:rsidRDefault="000061DF" w:rsidP="00B67FFC">
            <w:pPr>
              <w:pStyle w:val="berschrift2"/>
              <w:numPr>
                <w:ilvl w:val="0"/>
                <w:numId w:val="0"/>
              </w:numPr>
              <w:ind w:left="113"/>
            </w:pPr>
          </w:p>
          <w:p w:rsidR="000061DF" w:rsidRPr="000061DF" w:rsidRDefault="000061DF" w:rsidP="0005268A">
            <w:pPr>
              <w:jc w:val="center"/>
              <w:rPr>
                <w:b/>
                <w:color w:val="003366"/>
              </w:rPr>
            </w:pPr>
            <w:r w:rsidRPr="000061DF">
              <w:rPr>
                <w:b/>
                <w:color w:val="003366"/>
              </w:rPr>
              <w:t>Angebot der Woche</w:t>
            </w:r>
          </w:p>
          <w:p w:rsidR="00A079B8" w:rsidRPr="00D379EB" w:rsidRDefault="00A079B8" w:rsidP="00B67FFC">
            <w:pPr>
              <w:pStyle w:val="berschrift2"/>
              <w:numPr>
                <w:ilvl w:val="0"/>
                <w:numId w:val="0"/>
              </w:numPr>
              <w:ind w:left="113"/>
            </w:pPr>
          </w:p>
        </w:tc>
        <w:tc>
          <w:tcPr>
            <w:tcW w:w="4092" w:type="dxa"/>
          </w:tcPr>
          <w:p w:rsidR="00D2645E" w:rsidRDefault="00D2645E" w:rsidP="00D2645E">
            <w:pPr>
              <w:rPr>
                <w:lang w:val="de-DE"/>
              </w:rPr>
            </w:pPr>
            <w:r>
              <w:rPr>
                <w:lang w:val="de-DE"/>
              </w:rPr>
              <w:t xml:space="preserve">Fügen Sie </w:t>
            </w:r>
            <w:r w:rsidR="00885BFF">
              <w:rPr>
                <w:lang w:val="de-DE"/>
              </w:rPr>
              <w:t xml:space="preserve">rechts unten </w:t>
            </w:r>
            <w:r>
              <w:rPr>
                <w:lang w:val="de-DE"/>
              </w:rPr>
              <w:t>auf dieser Folie eine Autoform hinzu.</w:t>
            </w:r>
            <w:r w:rsidR="00B67FFC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Schreiben Sie in die Form den Text </w:t>
            </w:r>
            <w:r>
              <w:rPr>
                <w:b/>
                <w:i/>
                <w:lang w:val="de-DE"/>
              </w:rPr>
              <w:t>Sonderangebot</w:t>
            </w:r>
            <w:r>
              <w:rPr>
                <w:lang w:val="de-DE"/>
              </w:rPr>
              <w:t>.</w:t>
            </w:r>
          </w:p>
          <w:p w:rsidR="00D2645E" w:rsidRPr="00D2645E" w:rsidRDefault="00D2645E" w:rsidP="00D2645E">
            <w:pPr>
              <w:rPr>
                <w:strike/>
                <w:lang w:val="de-DE"/>
              </w:rPr>
            </w:pPr>
            <w:r>
              <w:rPr>
                <w:lang w:val="de-DE"/>
              </w:rPr>
              <w:t xml:space="preserve">Verleihen Sie </w:t>
            </w:r>
            <w:r w:rsidR="00D31AD6">
              <w:rPr>
                <w:lang w:val="de-DE"/>
              </w:rPr>
              <w:t>dem Text und dem Hintergrund der Form eine andere Farbe.</w:t>
            </w:r>
            <w:r>
              <w:rPr>
                <w:lang w:val="de-DE"/>
              </w:rPr>
              <w:t xml:space="preserve">  </w:t>
            </w:r>
            <w:r w:rsidR="00885BFF">
              <w:rPr>
                <w:lang w:val="de-DE"/>
              </w:rPr>
              <w:t>Drehen Sie die Autoform etwas nach links.</w:t>
            </w:r>
          </w:p>
        </w:tc>
      </w:tr>
      <w:tr w:rsidR="0005268A">
        <w:trPr>
          <w:trHeight w:val="2552"/>
          <w:tblCellSpacing w:w="142" w:type="dxa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268A" w:rsidRPr="00B67FFC" w:rsidRDefault="0005268A" w:rsidP="00B67FFC">
            <w:pPr>
              <w:pStyle w:val="berschrift1"/>
            </w:pPr>
            <w:r w:rsidRPr="00B67FFC">
              <w:t>Ein Wochenende in Wien</w:t>
            </w:r>
          </w:p>
          <w:p w:rsidR="0005268A" w:rsidRPr="00B67FFC" w:rsidRDefault="0005268A" w:rsidP="00B67FFC">
            <w:pPr>
              <w:pStyle w:val="berschrift2"/>
            </w:pPr>
            <w:r w:rsidRPr="00B67FFC">
              <w:t xml:space="preserve">Anreise: </w:t>
            </w:r>
          </w:p>
          <w:p w:rsidR="0005268A" w:rsidRPr="00956FD3" w:rsidRDefault="0005268A" w:rsidP="00DE6B5B">
            <w:pPr>
              <w:pStyle w:val="berschrift3"/>
            </w:pPr>
            <w:r w:rsidRPr="00956FD3">
              <w:t xml:space="preserve">zu </w:t>
            </w:r>
            <w:r w:rsidRPr="00D379EB">
              <w:t>Fuss</w:t>
            </w:r>
            <w:r w:rsidRPr="00956FD3">
              <w:t xml:space="preserve"> </w:t>
            </w:r>
          </w:p>
          <w:p w:rsidR="0005268A" w:rsidRPr="00956FD3" w:rsidRDefault="0005268A" w:rsidP="00DE6B5B">
            <w:pPr>
              <w:pStyle w:val="berschrift3"/>
            </w:pPr>
            <w:r w:rsidRPr="00956FD3">
              <w:t>oder per Anhalter</w:t>
            </w:r>
          </w:p>
          <w:p w:rsidR="0005268A" w:rsidRPr="001B77D5" w:rsidRDefault="0005268A" w:rsidP="00B67FFC">
            <w:pPr>
              <w:pStyle w:val="berschrift2"/>
            </w:pPr>
            <w:r w:rsidRPr="001B77D5">
              <w:t>Übernachtung im Tausend-Sterne Hotel (unter freiem Himmel)</w:t>
            </w:r>
          </w:p>
          <w:p w:rsidR="0005268A" w:rsidRDefault="0005268A" w:rsidP="00B67FFC">
            <w:pPr>
              <w:pStyle w:val="berschrift2"/>
            </w:pPr>
            <w:r w:rsidRPr="001B77D5">
              <w:t xml:space="preserve">Stadtrundfahrt mit der Wiener </w:t>
            </w:r>
            <w:r w:rsidR="00FE1588">
              <w:br/>
            </w:r>
            <w:r w:rsidRPr="001B77D5">
              <w:t>U-Bahn</w:t>
            </w:r>
          </w:p>
        </w:tc>
        <w:tc>
          <w:tcPr>
            <w:tcW w:w="4092" w:type="dxa"/>
          </w:tcPr>
          <w:p w:rsidR="0005268A" w:rsidRPr="0005268A" w:rsidRDefault="0005268A" w:rsidP="0005268A">
            <w:r>
              <w:t xml:space="preserve">Damit </w:t>
            </w:r>
            <w:r w:rsidRPr="0005268A">
              <w:rPr>
                <w:b/>
                <w:i/>
              </w:rPr>
              <w:t>zu Fuss</w:t>
            </w:r>
            <w:r>
              <w:t xml:space="preserve"> bzw. </w:t>
            </w:r>
            <w:r w:rsidRPr="0005268A">
              <w:rPr>
                <w:b/>
                <w:i/>
              </w:rPr>
              <w:t>oder per Anhalter</w:t>
            </w:r>
            <w:r>
              <w:t xml:space="preserve"> zu einem Unterpunkt von </w:t>
            </w:r>
            <w:r>
              <w:rPr>
                <w:b/>
                <w:i/>
              </w:rPr>
              <w:t>Anreise</w:t>
            </w:r>
            <w:r>
              <w:t xml:space="preserve"> wird, </w:t>
            </w:r>
            <w:r w:rsidR="00B82EAD">
              <w:t xml:space="preserve">kann man diese Punkte mit Hilfe der Symbolleiste </w:t>
            </w:r>
            <w:r w:rsidR="00B82EAD" w:rsidRPr="00B82EAD">
              <w:rPr>
                <w:i/>
              </w:rPr>
              <w:t>Gliederung</w:t>
            </w:r>
            <w:r w:rsidR="00B82EAD">
              <w:t xml:space="preserve"> oder mit der Tastenkombination [Shift] + [Alt] + [</w:t>
            </w:r>
            <w:r w:rsidR="00B82EAD">
              <w:sym w:font="Wingdings" w:char="F0E0"/>
            </w:r>
            <w:r w:rsidR="00B82EAD">
              <w:t>] tiefer stufen.</w:t>
            </w:r>
          </w:p>
        </w:tc>
      </w:tr>
      <w:tr w:rsidR="0005268A">
        <w:trPr>
          <w:trHeight w:val="2552"/>
          <w:tblCellSpacing w:w="142" w:type="dxa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268A" w:rsidRDefault="0005268A" w:rsidP="00B67FFC">
            <w:pPr>
              <w:pStyle w:val="berschrift1"/>
            </w:pPr>
            <w:r w:rsidRPr="001B77D5">
              <w:t>Das Unternehmen</w:t>
            </w:r>
          </w:p>
          <w:p w:rsidR="0005268A" w:rsidRDefault="0005268A" w:rsidP="0005268A">
            <w:pPr>
              <w:pStyle w:val="Tip"/>
            </w:pPr>
          </w:p>
          <w:p w:rsidR="0005268A" w:rsidRPr="000061DF" w:rsidRDefault="0005268A" w:rsidP="0005268A">
            <w:pPr>
              <w:pStyle w:val="Tip"/>
              <w:ind w:left="0"/>
            </w:pPr>
            <w:r>
              <w:t xml:space="preserve"> </w:t>
            </w:r>
          </w:p>
        </w:tc>
        <w:tc>
          <w:tcPr>
            <w:tcW w:w="4092" w:type="dxa"/>
          </w:tcPr>
          <w:p w:rsidR="0005268A" w:rsidRPr="00FE1588" w:rsidRDefault="00B82EAD" w:rsidP="00B82EAD">
            <w:r>
              <w:t xml:space="preserve">Hier kommt ein </w:t>
            </w:r>
            <w:r w:rsidRPr="00FE1588">
              <w:rPr>
                <w:b/>
              </w:rPr>
              <w:t>Organigramm</w:t>
            </w:r>
            <w:r>
              <w:t xml:space="preserve"> rein</w:t>
            </w:r>
            <w:r w:rsidR="00D31AD6">
              <w:t>!</w:t>
            </w:r>
            <w:r w:rsidR="00FE1588">
              <w:t xml:space="preserve"> Im der oberen Box soll stehen </w:t>
            </w:r>
            <w:r w:rsidR="00FE1588" w:rsidRPr="00FE1588">
              <w:rPr>
                <w:i/>
              </w:rPr>
              <w:t>KlickDichSchlau-Tours</w:t>
            </w:r>
            <w:r w:rsidR="00FE1588">
              <w:t xml:space="preserve">, in den drei Boxen darunter </w:t>
            </w:r>
            <w:r w:rsidR="00FE1588" w:rsidRPr="00FE1588">
              <w:rPr>
                <w:i/>
              </w:rPr>
              <w:t>Busreisen, Schiffsreisen, Flugreisen</w:t>
            </w:r>
            <w:r w:rsidR="00FE1588">
              <w:t>.</w:t>
            </w:r>
          </w:p>
        </w:tc>
      </w:tr>
      <w:tr w:rsidR="0005268A">
        <w:trPr>
          <w:trHeight w:val="2552"/>
          <w:tblCellSpacing w:w="142" w:type="dxa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268A" w:rsidRDefault="0005268A" w:rsidP="00B67FFC">
            <w:pPr>
              <w:pStyle w:val="berschrift1"/>
            </w:pPr>
            <w:r>
              <w:t>Unsere Busflotte</w:t>
            </w:r>
          </w:p>
          <w:p w:rsidR="0005268A" w:rsidRPr="001B77D5" w:rsidRDefault="0005268A" w:rsidP="00B67FFC">
            <w:pPr>
              <w:pStyle w:val="berschrift2"/>
            </w:pPr>
            <w:r>
              <w:t>Voll klimatisiert (es zieht überall hinein)</w:t>
            </w:r>
          </w:p>
        </w:tc>
        <w:tc>
          <w:tcPr>
            <w:tcW w:w="4092" w:type="dxa"/>
          </w:tcPr>
          <w:p w:rsidR="0005268A" w:rsidRDefault="00D31AD6" w:rsidP="00D31AD6">
            <w:r>
              <w:t xml:space="preserve">Fügen Sie in diese Folie das Bild </w:t>
            </w:r>
            <w:r w:rsidRPr="008B77E1">
              <w:rPr>
                <w:i/>
              </w:rPr>
              <w:t>busflotte.png</w:t>
            </w:r>
            <w:r w:rsidR="002D5C8B">
              <w:t xml:space="preserve"> ein.</w:t>
            </w:r>
          </w:p>
          <w:p w:rsidR="002D5C8B" w:rsidRPr="001B77D5" w:rsidRDefault="002D5C8B" w:rsidP="00D31AD6">
            <w:r>
              <w:t>Ordnen Sie Bild und Text auf der Folie an (z.B. Bild oben, Text unten) und verändern Sie ggf. die Größe des Bildes</w:t>
            </w:r>
            <w:r w:rsidR="009C5B1E">
              <w:t xml:space="preserve"> und des Textplatzhalters.</w:t>
            </w:r>
          </w:p>
        </w:tc>
      </w:tr>
      <w:tr w:rsidR="0005268A">
        <w:trPr>
          <w:trHeight w:val="2552"/>
          <w:tblCellSpacing w:w="142" w:type="dxa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268A" w:rsidRPr="001B77D5" w:rsidRDefault="0005268A" w:rsidP="00B67FFC">
            <w:pPr>
              <w:pStyle w:val="berschrift1"/>
            </w:pPr>
            <w:r w:rsidRPr="001B77D5">
              <w:lastRenderedPageBreak/>
              <w:t>Unser Schiff</w:t>
            </w:r>
          </w:p>
          <w:p w:rsidR="0005268A" w:rsidRPr="001B77D5" w:rsidRDefault="0005268A" w:rsidP="00B67FFC">
            <w:pPr>
              <w:pStyle w:val="berschrift2"/>
            </w:pPr>
            <w:r w:rsidRPr="001B77D5">
              <w:t>Unsinkbar</w:t>
            </w:r>
          </w:p>
          <w:p w:rsidR="0005268A" w:rsidRDefault="00294AEB" w:rsidP="00294AEB">
            <w:pPr>
              <w:pStyle w:val="berschrift2"/>
            </w:pPr>
            <w:r>
              <w:t xml:space="preserve">Modernes </w:t>
            </w:r>
            <w:r w:rsidR="0005268A" w:rsidRPr="001B77D5">
              <w:t>Rettungsboot</w:t>
            </w:r>
          </w:p>
        </w:tc>
        <w:tc>
          <w:tcPr>
            <w:tcW w:w="4092" w:type="dxa"/>
          </w:tcPr>
          <w:p w:rsidR="0005268A" w:rsidRDefault="008B77E1" w:rsidP="008B77E1">
            <w:r w:rsidRPr="008B77E1">
              <w:t xml:space="preserve">Fügen Sie in diese Folie das Bild </w:t>
            </w:r>
            <w:r w:rsidRPr="008B77E1">
              <w:rPr>
                <w:i/>
              </w:rPr>
              <w:t>schiff.png</w:t>
            </w:r>
            <w:r w:rsidRPr="008B77E1">
              <w:t xml:space="preserve"> ein</w:t>
            </w:r>
            <w:r w:rsidR="002D5C8B">
              <w:t>.</w:t>
            </w:r>
          </w:p>
          <w:p w:rsidR="002D5C8B" w:rsidRPr="008B77E1" w:rsidRDefault="002D5C8B" w:rsidP="008B77E1">
            <w:r>
              <w:t>Ordnen Sie Bild und Text auf der Folie wieder</w:t>
            </w:r>
            <w:r w:rsidR="009C5B1E">
              <w:t xml:space="preserve"> an</w:t>
            </w:r>
            <w:r>
              <w:t xml:space="preserve"> (diesmal vielleicht etwas anders als vorher).</w:t>
            </w:r>
          </w:p>
        </w:tc>
      </w:tr>
      <w:tr w:rsidR="0005268A">
        <w:trPr>
          <w:trHeight w:val="2552"/>
          <w:tblCellSpacing w:w="142" w:type="dxa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268A" w:rsidRPr="001B77D5" w:rsidRDefault="0005268A" w:rsidP="00B67FFC">
            <w:pPr>
              <w:pStyle w:val="berschrift1"/>
            </w:pPr>
            <w:r w:rsidRPr="001B77D5">
              <w:t>Unsere Flugzeuge</w:t>
            </w:r>
          </w:p>
          <w:p w:rsidR="0005268A" w:rsidRDefault="0005268A" w:rsidP="00B67FFC">
            <w:pPr>
              <w:pStyle w:val="berschrift2"/>
            </w:pPr>
            <w:r w:rsidRPr="001B77D5">
              <w:t>werden je nach Grösse der Reisegruppe aus Einzelteilen zusammengesetzt</w:t>
            </w:r>
          </w:p>
          <w:p w:rsidR="0005268A" w:rsidRPr="001B77D5" w:rsidRDefault="0005268A" w:rsidP="00B67FFC">
            <w:pPr>
              <w:pStyle w:val="berschrift1"/>
            </w:pPr>
          </w:p>
        </w:tc>
        <w:tc>
          <w:tcPr>
            <w:tcW w:w="4092" w:type="dxa"/>
          </w:tcPr>
          <w:p w:rsidR="0005268A" w:rsidRPr="001B77D5" w:rsidRDefault="002D5C8B" w:rsidP="008B77E1">
            <w:r>
              <w:t>F</w:t>
            </w:r>
            <w:r w:rsidR="008B77E1">
              <w:t xml:space="preserve">ügen Sie </w:t>
            </w:r>
            <w:r>
              <w:t>hier</w:t>
            </w:r>
            <w:r w:rsidR="008B77E1">
              <w:t xml:space="preserve"> das Bild </w:t>
            </w:r>
            <w:r w:rsidR="008B77E1" w:rsidRPr="002D5C8B">
              <w:rPr>
                <w:i/>
              </w:rPr>
              <w:t>flugzeug</w:t>
            </w:r>
            <w:r w:rsidR="009B32CD" w:rsidRPr="002D5C8B">
              <w:rPr>
                <w:i/>
              </w:rPr>
              <w:t>teile</w:t>
            </w:r>
            <w:r w:rsidR="008B77E1" w:rsidRPr="002D5C8B">
              <w:rPr>
                <w:i/>
              </w:rPr>
              <w:t>.jpg</w:t>
            </w:r>
            <w:r>
              <w:t xml:space="preserve"> ein und passen Sie auch hier Bildgröße und Anordnung nach Ihrem Geschmack an.</w:t>
            </w:r>
          </w:p>
        </w:tc>
      </w:tr>
      <w:tr w:rsidR="007B22AB">
        <w:trPr>
          <w:trHeight w:val="2552"/>
          <w:tblCellSpacing w:w="142" w:type="dxa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B22AB" w:rsidRPr="001B77D5" w:rsidRDefault="002D5C8B" w:rsidP="00B67FFC">
            <w:pPr>
              <w:pStyle w:val="berschrift1"/>
            </w:pPr>
            <w:r>
              <w:t>Unsere Umsätze in €</w:t>
            </w:r>
          </w:p>
        </w:tc>
        <w:tc>
          <w:tcPr>
            <w:tcW w:w="4092" w:type="dxa"/>
          </w:tcPr>
          <w:p w:rsidR="007B22AB" w:rsidRDefault="007B22AB" w:rsidP="008B77E1">
            <w:r>
              <w:t xml:space="preserve">Fügen Sie In dieser Folie ein </w:t>
            </w:r>
            <w:r w:rsidRPr="00FE1588">
              <w:rPr>
                <w:b/>
              </w:rPr>
              <w:t>Diagramm</w:t>
            </w:r>
            <w:r>
              <w:t xml:space="preserve"> mit folgenden Daten ein:</w:t>
            </w:r>
          </w:p>
          <w:p w:rsidR="007B22AB" w:rsidRDefault="007B22AB" w:rsidP="008B77E1"/>
          <w:tbl>
            <w:tblPr>
              <w:tblStyle w:val="Tabellenraster"/>
              <w:tblW w:w="0" w:type="auto"/>
              <w:tblLook w:val="00BF" w:firstRow="1" w:lastRow="0" w:firstColumn="1" w:lastColumn="0" w:noHBand="0" w:noVBand="0"/>
            </w:tblPr>
            <w:tblGrid>
              <w:gridCol w:w="772"/>
              <w:gridCol w:w="773"/>
              <w:gridCol w:w="773"/>
              <w:gridCol w:w="774"/>
              <w:gridCol w:w="774"/>
            </w:tblGrid>
            <w:tr w:rsidR="005948FD">
              <w:tc>
                <w:tcPr>
                  <w:tcW w:w="772" w:type="dxa"/>
                </w:tcPr>
                <w:p w:rsidR="005948FD" w:rsidRPr="009179E3" w:rsidRDefault="005948FD" w:rsidP="005958DE"/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2002</w:t>
                  </w:r>
                </w:p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2003</w:t>
                  </w:r>
                </w:p>
              </w:tc>
              <w:tc>
                <w:tcPr>
                  <w:tcW w:w="774" w:type="dxa"/>
                </w:tcPr>
                <w:p w:rsidR="005948FD" w:rsidRPr="009179E3" w:rsidRDefault="005948FD" w:rsidP="005958DE">
                  <w:r w:rsidRPr="009179E3">
                    <w:t>2004</w:t>
                  </w:r>
                </w:p>
              </w:tc>
              <w:tc>
                <w:tcPr>
                  <w:tcW w:w="774" w:type="dxa"/>
                </w:tcPr>
                <w:p w:rsidR="005948FD" w:rsidRPr="009179E3" w:rsidRDefault="005948FD" w:rsidP="005958DE">
                  <w:r w:rsidRPr="009179E3">
                    <w:t>2005</w:t>
                  </w:r>
                </w:p>
              </w:tc>
            </w:tr>
            <w:tr w:rsidR="005948FD">
              <w:tc>
                <w:tcPr>
                  <w:tcW w:w="772" w:type="dxa"/>
                </w:tcPr>
                <w:p w:rsidR="005948FD" w:rsidRPr="009179E3" w:rsidRDefault="005948FD" w:rsidP="005958DE">
                  <w:r w:rsidRPr="009179E3">
                    <w:t>Bus</w:t>
                  </w:r>
                </w:p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500</w:t>
                  </w:r>
                </w:p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400</w:t>
                  </w:r>
                </w:p>
              </w:tc>
              <w:tc>
                <w:tcPr>
                  <w:tcW w:w="774" w:type="dxa"/>
                </w:tcPr>
                <w:p w:rsidR="005948FD" w:rsidRPr="009179E3" w:rsidRDefault="005948FD" w:rsidP="005958DE">
                  <w:r w:rsidRPr="009179E3">
                    <w:t>350</w:t>
                  </w:r>
                </w:p>
              </w:tc>
              <w:tc>
                <w:tcPr>
                  <w:tcW w:w="774" w:type="dxa"/>
                </w:tcPr>
                <w:p w:rsidR="005948FD" w:rsidRPr="009179E3" w:rsidRDefault="005948FD" w:rsidP="005958DE">
                  <w:r w:rsidRPr="009179E3">
                    <w:t>150</w:t>
                  </w:r>
                </w:p>
              </w:tc>
            </w:tr>
            <w:tr w:rsidR="005948FD">
              <w:tc>
                <w:tcPr>
                  <w:tcW w:w="772" w:type="dxa"/>
                </w:tcPr>
                <w:p w:rsidR="005948FD" w:rsidRPr="009179E3" w:rsidRDefault="005948FD" w:rsidP="005958DE">
                  <w:r w:rsidRPr="009179E3">
                    <w:t>Schiff</w:t>
                  </w:r>
                </w:p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450</w:t>
                  </w:r>
                </w:p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500</w:t>
                  </w:r>
                </w:p>
              </w:tc>
              <w:tc>
                <w:tcPr>
                  <w:tcW w:w="774" w:type="dxa"/>
                </w:tcPr>
                <w:p w:rsidR="005948FD" w:rsidRPr="009179E3" w:rsidRDefault="005948FD" w:rsidP="005958DE">
                  <w:r w:rsidRPr="009179E3">
                    <w:t>250</w:t>
                  </w:r>
                </w:p>
              </w:tc>
              <w:tc>
                <w:tcPr>
                  <w:tcW w:w="774" w:type="dxa"/>
                </w:tcPr>
                <w:p w:rsidR="005948FD" w:rsidRPr="009179E3" w:rsidRDefault="005948FD" w:rsidP="005958DE">
                  <w:r w:rsidRPr="009179E3">
                    <w:t>50</w:t>
                  </w:r>
                </w:p>
              </w:tc>
            </w:tr>
            <w:tr w:rsidR="005948FD">
              <w:tc>
                <w:tcPr>
                  <w:tcW w:w="772" w:type="dxa"/>
                </w:tcPr>
                <w:p w:rsidR="005948FD" w:rsidRPr="009179E3" w:rsidRDefault="005948FD" w:rsidP="005958DE">
                  <w:r w:rsidRPr="009179E3">
                    <w:t>Flug</w:t>
                  </w:r>
                </w:p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600</w:t>
                  </w:r>
                </w:p>
              </w:tc>
              <w:tc>
                <w:tcPr>
                  <w:tcW w:w="773" w:type="dxa"/>
                </w:tcPr>
                <w:p w:rsidR="005948FD" w:rsidRPr="009179E3" w:rsidRDefault="005948FD" w:rsidP="005958DE">
                  <w:r w:rsidRPr="009179E3">
                    <w:t>450</w:t>
                  </w:r>
                </w:p>
              </w:tc>
              <w:tc>
                <w:tcPr>
                  <w:tcW w:w="774" w:type="dxa"/>
                </w:tcPr>
                <w:p w:rsidR="005948FD" w:rsidRPr="009179E3" w:rsidRDefault="005948FD" w:rsidP="005958DE">
                  <w:r w:rsidRPr="009179E3">
                    <w:t>150</w:t>
                  </w:r>
                </w:p>
              </w:tc>
              <w:tc>
                <w:tcPr>
                  <w:tcW w:w="774" w:type="dxa"/>
                </w:tcPr>
                <w:p w:rsidR="005948FD" w:rsidRDefault="005948FD" w:rsidP="005958DE">
                  <w:r w:rsidRPr="009179E3">
                    <w:t>10</w:t>
                  </w:r>
                </w:p>
              </w:tc>
            </w:tr>
          </w:tbl>
          <w:p w:rsidR="00E66136" w:rsidRPr="00FE1588" w:rsidRDefault="00E66136" w:rsidP="008B77E1"/>
        </w:tc>
      </w:tr>
    </w:tbl>
    <w:p w:rsidR="00956FD3" w:rsidRDefault="001F57D2" w:rsidP="001F57D2">
      <w:pPr>
        <w:pStyle w:val="Aufgabe"/>
      </w:pPr>
      <w:r>
        <w:t xml:space="preserve">Weisen Sie der Präsentation eine beliebige Entwurfsvorlage </w:t>
      </w:r>
      <w:r w:rsidR="00C0787F">
        <w:t xml:space="preserve">(Foliendesign) </w:t>
      </w:r>
      <w:r>
        <w:t>zu.</w:t>
      </w:r>
    </w:p>
    <w:p w:rsidR="001F57D2" w:rsidRDefault="001F57D2" w:rsidP="001F57D2">
      <w:pPr>
        <w:pStyle w:val="Aufgabe"/>
      </w:pPr>
      <w:r>
        <w:t>Ändern Sie das Farbschema der Entwurfsvorlage.</w:t>
      </w:r>
    </w:p>
    <w:p w:rsidR="00C0787F" w:rsidRPr="001B77D5" w:rsidRDefault="00C0787F" w:rsidP="001F57D2">
      <w:pPr>
        <w:pStyle w:val="Aufgabe"/>
      </w:pPr>
      <w:r>
        <w:t>Weisen Sie allen Folien ein beliebiges Animationsschema (PowerPoint 2000: Folienübergang und Animation) zu.</w:t>
      </w:r>
    </w:p>
    <w:p w:rsidR="00541254" w:rsidRDefault="006B6275" w:rsidP="004F444D">
      <w:pPr>
        <w:pStyle w:val="Aufgab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53340</wp:posOffset>
                </wp:positionV>
                <wp:extent cx="3305175" cy="1009650"/>
                <wp:effectExtent l="0" t="3810" r="4445" b="0"/>
                <wp:wrapSquare wrapText="bothSides"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5175" cy="1009650"/>
                          <a:chOff x="2858" y="12938"/>
                          <a:chExt cx="5205" cy="1590"/>
                        </a:xfrm>
                      </wpg:grpSpPr>
                      <pic:pic xmlns:pic="http://schemas.openxmlformats.org/drawingml/2006/picture">
                        <pic:nvPicPr>
                          <pic:cNvPr id="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8" y="12938"/>
                            <a:ext cx="5205" cy="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516" y="13455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6465" y="13223"/>
                            <a:ext cx="457" cy="4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21480" id="Group 14" o:spid="_x0000_s1026" style="position:absolute;margin-left:180pt;margin-top:4.2pt;width:260.25pt;height:79.5pt;z-index:251657728" coordorigin="2858,12938" coordsize="5205,15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2858;top:12938;width:5205;height:1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">
                  <v:imagedata r:id="rId10" o:title=""/>
                </v:shape>
                <v:line id="Line 12" o:spid="_x0000_s1028" style="position:absolute;visibility:visible;mso-wrap-style:square" from="6516,13455" to="6876,13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" strokeweight="2.25pt">
                  <v:stroke startarrow="block" endarrow="block"/>
                </v:line>
                <v:oval id="Oval 13" o:spid="_x0000_s1029" style="position:absolute;left:6465;top:13223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<w10:wrap type="square"/>
              </v:group>
            </w:pict>
          </mc:Fallback>
        </mc:AlternateContent>
      </w:r>
      <w:r w:rsidR="00FE1588" w:rsidRPr="001F57D2">
        <w:t>Wechs</w:t>
      </w:r>
      <w:r w:rsidR="00C0787F">
        <w:t xml:space="preserve">eln Sie nun </w:t>
      </w:r>
      <w:r w:rsidR="00B67FFC">
        <w:t>zum</w:t>
      </w:r>
      <w:r w:rsidR="00C0787F">
        <w:t xml:space="preserve"> Folienmaster.</w:t>
      </w:r>
      <w:r w:rsidR="004F444D">
        <w:t xml:space="preserve"> Verkleinern Sie den Platzhalter für die Überschrift auf der rechten Seite etwas, so das Sie neben dem Platzhalter ein Bild einfügen können.</w:t>
      </w:r>
      <w:r w:rsidR="004F444D">
        <w:br/>
      </w:r>
    </w:p>
    <w:p w:rsidR="004F444D" w:rsidRDefault="004F444D" w:rsidP="004F444D">
      <w:pPr>
        <w:pStyle w:val="Aufgabe"/>
      </w:pPr>
      <w:r>
        <w:t xml:space="preserve">Fügen Sie das Bild </w:t>
      </w:r>
      <w:r w:rsidRPr="00B67FFC">
        <w:rPr>
          <w:i/>
        </w:rPr>
        <w:t>doppeldecker.</w:t>
      </w:r>
      <w:r w:rsidR="00B67FFC">
        <w:rPr>
          <w:i/>
        </w:rPr>
        <w:t>gif</w:t>
      </w:r>
      <w:r>
        <w:t xml:space="preserve"> ein. Verkleinern Sie es auf ca. 5cm Breite und p</w:t>
      </w:r>
      <w:r w:rsidR="00B67FFC">
        <w:t xml:space="preserve">ositionieren Sie es rechts oben </w:t>
      </w:r>
      <w:r>
        <w:t>auf der Masterfolie.</w:t>
      </w:r>
    </w:p>
    <w:p w:rsidR="004C1E17" w:rsidRDefault="00B67FFC" w:rsidP="004F444D">
      <w:pPr>
        <w:pStyle w:val="Aufgabe"/>
      </w:pPr>
      <w:r>
        <w:t xml:space="preserve">Speichern Sie die Präsentation unter dem Dateinamen </w:t>
      </w:r>
      <w:r w:rsidRPr="00B67FFC">
        <w:rPr>
          <w:b/>
          <w:i/>
        </w:rPr>
        <w:t>K</w:t>
      </w:r>
      <w:r w:rsidR="00AD3E87">
        <w:rPr>
          <w:b/>
          <w:i/>
        </w:rPr>
        <w:t>lick</w:t>
      </w:r>
      <w:r w:rsidRPr="00B67FFC">
        <w:rPr>
          <w:b/>
          <w:i/>
        </w:rPr>
        <w:t>D</w:t>
      </w:r>
      <w:r w:rsidR="00AD3E87">
        <w:rPr>
          <w:b/>
          <w:i/>
        </w:rPr>
        <w:t>ich</w:t>
      </w:r>
      <w:r w:rsidRPr="00B67FFC">
        <w:rPr>
          <w:b/>
          <w:i/>
        </w:rPr>
        <w:t>S</w:t>
      </w:r>
      <w:r w:rsidR="00AD3E87">
        <w:rPr>
          <w:b/>
          <w:i/>
        </w:rPr>
        <w:t>chlau</w:t>
      </w:r>
      <w:r w:rsidRPr="00B67FFC">
        <w:rPr>
          <w:b/>
          <w:i/>
        </w:rPr>
        <w:t>-Tours.ppt</w:t>
      </w:r>
    </w:p>
    <w:p w:rsidR="00B67FFC" w:rsidRPr="001F57D2" w:rsidRDefault="00B67FFC" w:rsidP="004F444D">
      <w:pPr>
        <w:pStyle w:val="Aufgabe"/>
      </w:pPr>
      <w:r>
        <w:t xml:space="preserve">Führen Sie die Präsentation aus. </w:t>
      </w:r>
    </w:p>
    <w:sectPr w:rsidR="00B67FFC" w:rsidRPr="001F57D2" w:rsidSect="00DE2FE1"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B8D" w:rsidRDefault="00915B8D">
      <w:r>
        <w:separator/>
      </w:r>
    </w:p>
  </w:endnote>
  <w:endnote w:type="continuationSeparator" w:id="0">
    <w:p w:rsidR="00915B8D" w:rsidRDefault="0091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BEB" w:rsidRPr="009700C1" w:rsidRDefault="00250BEB" w:rsidP="009700C1">
    <w:pPr>
      <w:pStyle w:val="Fuzeile"/>
      <w:pBdr>
        <w:top w:val="single" w:sz="4" w:space="1" w:color="000080"/>
      </w:pBdr>
      <w:tabs>
        <w:tab w:val="clear" w:pos="4536"/>
        <w:tab w:val="center" w:pos="4860"/>
      </w:tabs>
      <w:ind w:left="360"/>
      <w:rPr>
        <w:color w:val="000080"/>
        <w:sz w:val="20"/>
        <w:lang w:val="de-DE"/>
      </w:rPr>
    </w:pPr>
    <w:r w:rsidRPr="009700C1">
      <w:rPr>
        <w:color w:val="000080"/>
        <w:sz w:val="20"/>
        <w:lang w:val="de-DE"/>
      </w:rPr>
      <w:t>© Oliver Mochmann</w:t>
    </w:r>
    <w:r w:rsidRPr="009700C1">
      <w:rPr>
        <w:color w:val="000080"/>
        <w:sz w:val="20"/>
        <w:lang w:val="de-DE"/>
      </w:rPr>
      <w:tab/>
    </w:r>
    <w:r w:rsidR="000C58DA" w:rsidRPr="009700C1">
      <w:rPr>
        <w:color w:val="000080"/>
        <w:sz w:val="20"/>
        <w:lang w:val="de-DE"/>
      </w:rPr>
      <w:t>www.klickdichschlau.at</w:t>
    </w:r>
    <w:r w:rsidRPr="009700C1">
      <w:rPr>
        <w:color w:val="000080"/>
        <w:sz w:val="20"/>
        <w:lang w:val="de-DE"/>
      </w:rPr>
      <w:tab/>
      <w:t xml:space="preserve">Seite </w:t>
    </w:r>
    <w:r w:rsidRPr="009700C1">
      <w:rPr>
        <w:rStyle w:val="Seitenzahl"/>
        <w:color w:val="000080"/>
        <w:sz w:val="20"/>
      </w:rPr>
      <w:fldChar w:fldCharType="begin"/>
    </w:r>
    <w:r w:rsidRPr="009700C1">
      <w:rPr>
        <w:rStyle w:val="Seitenzahl"/>
        <w:color w:val="000080"/>
        <w:sz w:val="20"/>
      </w:rPr>
      <w:instrText xml:space="preserve"> PAGE </w:instrText>
    </w:r>
    <w:r w:rsidRPr="009700C1">
      <w:rPr>
        <w:rStyle w:val="Seitenzahl"/>
        <w:color w:val="000080"/>
        <w:sz w:val="20"/>
      </w:rPr>
      <w:fldChar w:fldCharType="separate"/>
    </w:r>
    <w:r w:rsidR="006B6275">
      <w:rPr>
        <w:rStyle w:val="Seitenzahl"/>
        <w:noProof/>
        <w:color w:val="000080"/>
        <w:sz w:val="20"/>
      </w:rPr>
      <w:t>2</w:t>
    </w:r>
    <w:r w:rsidRPr="009700C1">
      <w:rPr>
        <w:rStyle w:val="Seitenzahl"/>
        <w:color w:val="000080"/>
        <w:sz w:val="20"/>
      </w:rPr>
      <w:fldChar w:fldCharType="end"/>
    </w:r>
    <w:r w:rsidRPr="009700C1">
      <w:rPr>
        <w:rStyle w:val="Seitenzahl"/>
        <w:color w:val="000080"/>
        <w:sz w:val="20"/>
      </w:rPr>
      <w:t xml:space="preserve"> von </w:t>
    </w:r>
    <w:r w:rsidRPr="009700C1">
      <w:rPr>
        <w:rStyle w:val="Seitenzahl"/>
        <w:color w:val="000080"/>
        <w:sz w:val="20"/>
      </w:rPr>
      <w:fldChar w:fldCharType="begin"/>
    </w:r>
    <w:r w:rsidRPr="009700C1">
      <w:rPr>
        <w:rStyle w:val="Seitenzahl"/>
        <w:color w:val="000080"/>
        <w:sz w:val="20"/>
      </w:rPr>
      <w:instrText xml:space="preserve"> NUMPAGES </w:instrText>
    </w:r>
    <w:r w:rsidRPr="009700C1">
      <w:rPr>
        <w:rStyle w:val="Seitenzahl"/>
        <w:color w:val="000080"/>
        <w:sz w:val="20"/>
      </w:rPr>
      <w:fldChar w:fldCharType="separate"/>
    </w:r>
    <w:r w:rsidR="006B6275">
      <w:rPr>
        <w:rStyle w:val="Seitenzahl"/>
        <w:noProof/>
        <w:color w:val="000080"/>
        <w:sz w:val="20"/>
      </w:rPr>
      <w:t>2</w:t>
    </w:r>
    <w:r w:rsidRPr="009700C1">
      <w:rPr>
        <w:rStyle w:val="Seitenzahl"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B8D" w:rsidRDefault="00915B8D">
      <w:r>
        <w:separator/>
      </w:r>
    </w:p>
  </w:footnote>
  <w:footnote w:type="continuationSeparator" w:id="0">
    <w:p w:rsidR="00915B8D" w:rsidRDefault="00915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BEB" w:rsidRPr="004C1E17" w:rsidRDefault="006B6275">
    <w:pPr>
      <w:pStyle w:val="Titel"/>
      <w:ind w:left="0"/>
      <w:jc w:val="left"/>
      <w:rPr>
        <w:color w:val="000080"/>
      </w:rPr>
    </w:pPr>
    <w:r w:rsidRPr="004C1E17">
      <w:rPr>
        <w:noProof/>
        <w:color w:val="00008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4686300</wp:posOffset>
          </wp:positionH>
          <wp:positionV relativeFrom="paragraph">
            <wp:posOffset>-121285</wp:posOffset>
          </wp:positionV>
          <wp:extent cx="1076325" cy="600075"/>
          <wp:effectExtent l="0" t="0" r="0" b="0"/>
          <wp:wrapSquare wrapText="bothSides"/>
          <wp:docPr id="2" name="Bild 2" descr="Doppeldeck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peldeck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E17" w:rsidRPr="004C1E17">
      <w:rPr>
        <w:noProof/>
        <w:color w:val="000080"/>
      </w:rPr>
      <w:t>Pow</w:t>
    </w:r>
    <w:r w:rsidR="004C1E17" w:rsidRPr="004C1E17">
      <w:rPr>
        <w:color w:val="000080"/>
        <w:szCs w:val="28"/>
        <w:lang w:val="de-AT"/>
      </w:rPr>
      <w:t>er</w:t>
    </w:r>
    <w:r w:rsidR="004C1E17" w:rsidRPr="004C1E17">
      <w:rPr>
        <w:noProof/>
        <w:color w:val="000080"/>
      </w:rPr>
      <w:t>Point</w:t>
    </w:r>
    <w:r w:rsidR="004C1E17">
      <w:rPr>
        <w:noProof/>
        <w:color w:val="000080"/>
      </w:rPr>
      <w:t xml:space="preserve"> </w:t>
    </w:r>
    <w:r w:rsidR="004C1E17" w:rsidRPr="004C1E17">
      <w:rPr>
        <w:noProof/>
        <w:color w:val="000080"/>
      </w:rPr>
      <w:t>Übung</w:t>
    </w:r>
  </w:p>
  <w:p w:rsidR="00250BEB" w:rsidRDefault="004C1E17" w:rsidP="004C1E17">
    <w:pPr>
      <w:pStyle w:val="Kopfzeile"/>
      <w:pBdr>
        <w:bottom w:val="single" w:sz="4" w:space="1" w:color="000080"/>
      </w:pBdr>
      <w:rPr>
        <w:color w:val="000080"/>
        <w:sz w:val="28"/>
        <w:szCs w:val="28"/>
      </w:rPr>
    </w:pPr>
    <w:r w:rsidRPr="004C1E17">
      <w:rPr>
        <w:color w:val="000080"/>
        <w:sz w:val="28"/>
        <w:szCs w:val="28"/>
      </w:rPr>
      <w:t>KlickDichSchlau-Tours</w:t>
    </w:r>
  </w:p>
  <w:p w:rsidR="004C1E17" w:rsidRPr="004C1E17" w:rsidRDefault="004C1E17" w:rsidP="004C1E17">
    <w:pPr>
      <w:pStyle w:val="Kopfzeile"/>
      <w:rPr>
        <w:color w:val="0000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3624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3A15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CEBD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92CC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0E4E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DF65D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4C1C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16B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568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4EC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C7A8C5A"/>
    <w:lvl w:ilvl="0">
      <w:numFmt w:val="bullet"/>
      <w:pStyle w:val="berschrift2"/>
      <w:lvlText w:val="*"/>
      <w:lvlJc w:val="left"/>
    </w:lvl>
  </w:abstractNum>
  <w:abstractNum w:abstractNumId="11" w15:restartNumberingAfterBreak="0">
    <w:nsid w:val="02384C3F"/>
    <w:multiLevelType w:val="hybridMultilevel"/>
    <w:tmpl w:val="E698DA52"/>
    <w:lvl w:ilvl="0" w:tplc="04070009">
      <w:start w:val="1"/>
      <w:numFmt w:val="bullet"/>
      <w:lvlText w:val="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08124CF0"/>
    <w:multiLevelType w:val="multilevel"/>
    <w:tmpl w:val="AE0A38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906569F"/>
    <w:multiLevelType w:val="hybridMultilevel"/>
    <w:tmpl w:val="F40CF0AA"/>
    <w:lvl w:ilvl="0" w:tplc="5B3229B0">
      <w:start w:val="1"/>
      <w:numFmt w:val="decimal"/>
      <w:pStyle w:val="Aufgab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D1069B2">
      <w:start w:val="1"/>
      <w:numFmt w:val="bullet"/>
      <w:lvlText w:val="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808080"/>
        <w:sz w:val="32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0C4280"/>
    <w:multiLevelType w:val="hybridMultilevel"/>
    <w:tmpl w:val="CF8A6D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655039"/>
    <w:multiLevelType w:val="hybridMultilevel"/>
    <w:tmpl w:val="A89ABB60"/>
    <w:lvl w:ilvl="0" w:tplc="811A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FB1286"/>
    <w:multiLevelType w:val="hybridMultilevel"/>
    <w:tmpl w:val="20EEC1D6"/>
    <w:lvl w:ilvl="0" w:tplc="60AE8B1A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99330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F7649"/>
    <w:multiLevelType w:val="hybridMultilevel"/>
    <w:tmpl w:val="293C42CC"/>
    <w:lvl w:ilvl="0" w:tplc="BC1ABFC6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8B4B37"/>
    <w:multiLevelType w:val="hybridMultilevel"/>
    <w:tmpl w:val="8A0EA720"/>
    <w:lvl w:ilvl="0" w:tplc="AADA22DE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32591D"/>
    <w:multiLevelType w:val="hybridMultilevel"/>
    <w:tmpl w:val="0778E51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84951"/>
    <w:multiLevelType w:val="hybridMultilevel"/>
    <w:tmpl w:val="E698DA52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7C33E2B"/>
    <w:multiLevelType w:val="hybridMultilevel"/>
    <w:tmpl w:val="893E7B06"/>
    <w:lvl w:ilvl="0" w:tplc="2796172A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AF7DC8"/>
    <w:multiLevelType w:val="multilevel"/>
    <w:tmpl w:val="8A0EA720"/>
    <w:lvl w:ilvl="0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EE0EB2"/>
    <w:multiLevelType w:val="multilevel"/>
    <w:tmpl w:val="293C42CC"/>
    <w:lvl w:ilvl="0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3C3FEB"/>
    <w:multiLevelType w:val="hybridMultilevel"/>
    <w:tmpl w:val="AE0A3816"/>
    <w:lvl w:ilvl="0" w:tplc="3D9E3A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EA5A00"/>
    <w:multiLevelType w:val="hybridMultilevel"/>
    <w:tmpl w:val="07B898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70D4A"/>
    <w:multiLevelType w:val="hybridMultilevel"/>
    <w:tmpl w:val="FE5A5D36"/>
    <w:lvl w:ilvl="0" w:tplc="60AE8B1A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A1696A"/>
    <w:multiLevelType w:val="hybridMultilevel"/>
    <w:tmpl w:val="991E9F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125148"/>
    <w:multiLevelType w:val="hybridMultilevel"/>
    <w:tmpl w:val="EFE02D2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0D6C8A"/>
    <w:multiLevelType w:val="multilevel"/>
    <w:tmpl w:val="893E7B06"/>
    <w:lvl w:ilvl="0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25"/>
  </w:num>
  <w:num w:numId="4">
    <w:abstractNumId w:val="14"/>
  </w:num>
  <w:num w:numId="5">
    <w:abstractNumId w:val="20"/>
  </w:num>
  <w:num w:numId="6">
    <w:abstractNumId w:val="11"/>
  </w:num>
  <w:num w:numId="7">
    <w:abstractNumId w:val="28"/>
  </w:num>
  <w:num w:numId="8">
    <w:abstractNumId w:val="15"/>
  </w:num>
  <w:num w:numId="9">
    <w:abstractNumId w:val="24"/>
  </w:num>
  <w:num w:numId="10">
    <w:abstractNumId w:val="12"/>
  </w:num>
  <w:num w:numId="11">
    <w:abstractNumId w:val="21"/>
  </w:num>
  <w:num w:numId="12">
    <w:abstractNumId w:val="29"/>
  </w:num>
  <w:num w:numId="13">
    <w:abstractNumId w:val="18"/>
  </w:num>
  <w:num w:numId="14">
    <w:abstractNumId w:val="22"/>
  </w:num>
  <w:num w:numId="15">
    <w:abstractNumId w:val="17"/>
  </w:num>
  <w:num w:numId="16">
    <w:abstractNumId w:val="23"/>
  </w:num>
  <w:num w:numId="17">
    <w:abstractNumId w:val="26"/>
  </w:num>
  <w:num w:numId="18">
    <w:abstractNumId w:val="16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3"/>
  </w:num>
  <w:num w:numId="30">
    <w:abstractNumId w:val="10"/>
    <w:lvlOverride w:ilvl="0">
      <w:lvl w:ilvl="0">
        <w:numFmt w:val="bullet"/>
        <w:pStyle w:val="berschrift2"/>
        <w:lvlText w:val="•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31">
    <w:abstractNumId w:val="10"/>
    <w:lvlOverride w:ilvl="0">
      <w:lvl w:ilvl="0">
        <w:numFmt w:val="bullet"/>
        <w:pStyle w:val="berschrift2"/>
        <w:lvlText w:val="–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32">
    <w:abstractNumId w:val="10"/>
    <w:lvlOverride w:ilvl="0">
      <w:lvl w:ilvl="0">
        <w:numFmt w:val="bullet"/>
        <w:pStyle w:val="berschrift2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33">
    <w:abstractNumId w:val="10"/>
    <w:lvlOverride w:ilvl="0">
      <w:lvl w:ilvl="0">
        <w:numFmt w:val="bullet"/>
        <w:pStyle w:val="berschrift2"/>
        <w:lvlText w:val="•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34">
    <w:abstractNumId w:val="1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rlYYC8syQiFK+e1/X9x6omCdDX5c/OdM5TYZoN12OC/Z3ahGaIPqCmBkg9C8cAkv6cMajuNIbd4ugW0kgUyHQ==" w:salt="DQIEAz6EQoYE8O3yVaUSJg=="/>
  <w:defaultTabStop w:val="708"/>
  <w:hyphenationZone w:val="425"/>
  <w:noPunctuationKerning/>
  <w:characterSpacingControl w:val="doNotCompress"/>
  <w:hdrShapeDefaults>
    <o:shapedefaults v:ext="edit" spidmax="307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D3"/>
    <w:rsid w:val="000061DF"/>
    <w:rsid w:val="00022916"/>
    <w:rsid w:val="0005268A"/>
    <w:rsid w:val="000C58DA"/>
    <w:rsid w:val="00100588"/>
    <w:rsid w:val="001B1B45"/>
    <w:rsid w:val="001F57D2"/>
    <w:rsid w:val="00250BEB"/>
    <w:rsid w:val="00294AEB"/>
    <w:rsid w:val="002D5C8B"/>
    <w:rsid w:val="0048579B"/>
    <w:rsid w:val="004C1E17"/>
    <w:rsid w:val="004F444D"/>
    <w:rsid w:val="00541254"/>
    <w:rsid w:val="005948FD"/>
    <w:rsid w:val="005958DE"/>
    <w:rsid w:val="00611E6E"/>
    <w:rsid w:val="006B6275"/>
    <w:rsid w:val="007176A3"/>
    <w:rsid w:val="007646DB"/>
    <w:rsid w:val="007B22AB"/>
    <w:rsid w:val="008059E0"/>
    <w:rsid w:val="00885BFF"/>
    <w:rsid w:val="008970F2"/>
    <w:rsid w:val="008B77E1"/>
    <w:rsid w:val="008F7D5C"/>
    <w:rsid w:val="008F7EC0"/>
    <w:rsid w:val="00915B8D"/>
    <w:rsid w:val="00934D9E"/>
    <w:rsid w:val="00956FD3"/>
    <w:rsid w:val="009700C1"/>
    <w:rsid w:val="00996E6F"/>
    <w:rsid w:val="009B32CD"/>
    <w:rsid w:val="009C5B1E"/>
    <w:rsid w:val="00A079B8"/>
    <w:rsid w:val="00AB7155"/>
    <w:rsid w:val="00AD3E87"/>
    <w:rsid w:val="00B67FFC"/>
    <w:rsid w:val="00B82EAD"/>
    <w:rsid w:val="00B95054"/>
    <w:rsid w:val="00C0787F"/>
    <w:rsid w:val="00C8616F"/>
    <w:rsid w:val="00C86E76"/>
    <w:rsid w:val="00D2645E"/>
    <w:rsid w:val="00D31AD6"/>
    <w:rsid w:val="00D379EB"/>
    <w:rsid w:val="00D52943"/>
    <w:rsid w:val="00DE2FE1"/>
    <w:rsid w:val="00DE6B5B"/>
    <w:rsid w:val="00DF2BFB"/>
    <w:rsid w:val="00E54524"/>
    <w:rsid w:val="00E66136"/>
    <w:rsid w:val="00EA5CC4"/>
    <w:rsid w:val="00F70B95"/>
    <w:rsid w:val="00FE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0F3711EE-4244-4882-90E3-8CD168FC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  <w:lang w:val="de-AT"/>
    </w:rPr>
  </w:style>
  <w:style w:type="paragraph" w:styleId="berschrift1">
    <w:name w:val="heading 1"/>
    <w:basedOn w:val="Standard"/>
    <w:next w:val="Standard"/>
    <w:qFormat/>
    <w:rsid w:val="00B67FFC"/>
    <w:pPr>
      <w:spacing w:before="180" w:after="120"/>
      <w:ind w:left="227"/>
      <w:jc w:val="center"/>
      <w:outlineLvl w:val="0"/>
    </w:pPr>
    <w:rPr>
      <w:rFonts w:cs="Arial"/>
      <w:b/>
      <w:bCs/>
      <w:color w:val="660066"/>
      <w:kern w:val="32"/>
      <w:sz w:val="28"/>
      <w:szCs w:val="28"/>
      <w:lang w:val="de-DE"/>
    </w:rPr>
  </w:style>
  <w:style w:type="paragraph" w:styleId="berschrift2">
    <w:name w:val="heading 2"/>
    <w:basedOn w:val="Standard"/>
    <w:next w:val="Standard"/>
    <w:qFormat/>
    <w:rsid w:val="00B67FFC"/>
    <w:pPr>
      <w:numPr>
        <w:numId w:val="30"/>
      </w:numPr>
      <w:autoSpaceDE w:val="0"/>
      <w:autoSpaceDN w:val="0"/>
      <w:adjustRightInd w:val="0"/>
      <w:ind w:left="319" w:hanging="206"/>
      <w:outlineLvl w:val="1"/>
    </w:pPr>
    <w:rPr>
      <w:rFonts w:cs="Arial"/>
      <w:b/>
      <w:bCs/>
      <w:iCs/>
      <w:color w:val="003366"/>
      <w:sz w:val="20"/>
      <w:szCs w:val="20"/>
      <w:lang w:val="de-DE"/>
    </w:rPr>
  </w:style>
  <w:style w:type="paragraph" w:styleId="berschrift3">
    <w:name w:val="heading 3"/>
    <w:basedOn w:val="Standard"/>
    <w:next w:val="Standard"/>
    <w:qFormat/>
    <w:rsid w:val="00D379EB"/>
    <w:pPr>
      <w:numPr>
        <w:numId w:val="31"/>
      </w:numPr>
      <w:autoSpaceDE w:val="0"/>
      <w:autoSpaceDN w:val="0"/>
      <w:adjustRightInd w:val="0"/>
      <w:ind w:left="1072" w:hanging="360"/>
      <w:outlineLvl w:val="2"/>
    </w:pPr>
    <w:rPr>
      <w:rFonts w:cs="Arial"/>
      <w:b/>
      <w:bCs/>
      <w:color w:val="003366"/>
      <w:sz w:val="18"/>
      <w:szCs w:val="20"/>
      <w:lang w:val="de-DE"/>
    </w:rPr>
  </w:style>
  <w:style w:type="paragraph" w:styleId="berschrift4">
    <w:name w:val="heading 4"/>
    <w:basedOn w:val="Standard"/>
    <w:next w:val="Standard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rFonts w:cs="Arial"/>
      <w:b/>
      <w:bCs/>
      <w:color w:val="000000"/>
      <w:sz w:val="18"/>
      <w:szCs w:val="20"/>
      <w:lang w:val="fr-FR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  <w:sz w:val="18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Textkrper-Zeileneinzug">
    <w:name w:val="Body Text Indent"/>
    <w:basedOn w:val="Standard"/>
    <w:link w:val="Textkrper-ZeileneinzugZchn"/>
    <w:pPr>
      <w:ind w:left="360"/>
    </w:pPr>
    <w:rPr>
      <w:sz w:val="20"/>
      <w:lang w:val="de-DE"/>
    </w:rPr>
  </w:style>
  <w:style w:type="paragraph" w:styleId="Titel">
    <w:name w:val="Title"/>
    <w:basedOn w:val="Standard"/>
    <w:qFormat/>
    <w:pPr>
      <w:spacing w:before="60" w:after="60"/>
      <w:ind w:left="357"/>
      <w:jc w:val="center"/>
    </w:pPr>
    <w:rPr>
      <w:sz w:val="28"/>
      <w:lang w:val="de-DE"/>
    </w:rPr>
  </w:style>
  <w:style w:type="paragraph" w:customStyle="1" w:styleId="Tip">
    <w:name w:val="Tip"/>
    <w:basedOn w:val="Textkrper-Zeileneinzug"/>
    <w:link w:val="TipZchn"/>
    <w:pPr>
      <w:spacing w:after="240"/>
      <w:ind w:left="357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Aufgabe">
    <w:name w:val="Aufgabe"/>
    <w:basedOn w:val="Standard"/>
    <w:rsid w:val="008970F2"/>
    <w:pPr>
      <w:numPr>
        <w:numId w:val="29"/>
      </w:numPr>
      <w:spacing w:before="120" w:after="120"/>
    </w:pPr>
    <w:rPr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41254"/>
    <w:rPr>
      <w:rFonts w:ascii="Arial" w:hAnsi="Arial"/>
      <w:szCs w:val="24"/>
      <w:lang w:val="de-DE" w:eastAsia="de-DE" w:bidi="ar-SA"/>
    </w:rPr>
  </w:style>
  <w:style w:type="character" w:customStyle="1" w:styleId="TipZchn">
    <w:name w:val="Tip Zchn"/>
    <w:basedOn w:val="Textkrper-ZeileneinzugZchn"/>
    <w:link w:val="Tip"/>
    <w:rsid w:val="00541254"/>
    <w:rPr>
      <w:rFonts w:ascii="Arial" w:hAnsi="Arial"/>
      <w:szCs w:val="24"/>
      <w:lang w:val="de-DE" w:eastAsia="de-DE" w:bidi="ar-SA"/>
    </w:rPr>
  </w:style>
  <w:style w:type="table" w:styleId="Tabellenraster">
    <w:name w:val="Table Grid"/>
    <w:basedOn w:val="NormaleTabelle"/>
    <w:rsid w:val="00956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Oliver%20Mochmann\Anwendungsdaten\Microsoft\Vorlagen\EDV_&#220;bung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EDV_Übung2.dot</Template>
  <TotalTime>0</TotalTime>
  <Pages>2</Pages>
  <Words>380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Oliver Mochmann</dc:creator>
  <cp:keywords/>
  <dc:description/>
  <cp:lastModifiedBy>RKlingenberg</cp:lastModifiedBy>
  <cp:revision>2</cp:revision>
  <cp:lastPrinted>2003-06-03T07:54:00Z</cp:lastPrinted>
  <dcterms:created xsi:type="dcterms:W3CDTF">2017-12-10T13:03:00Z</dcterms:created>
  <dcterms:modified xsi:type="dcterms:W3CDTF">2017-12-10T13:03:00Z</dcterms:modified>
</cp:coreProperties>
</file>